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24" w:rsidRPr="007C2624" w:rsidRDefault="007C2624" w:rsidP="000D4194">
      <w:pPr>
        <w:widowControl w:val="0"/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</w:rPr>
      </w:pPr>
      <w:r w:rsidRPr="007C2624">
        <w:rPr>
          <w:rFonts w:ascii="Arial" w:hAnsi="Arial" w:cs="Arial"/>
          <w:b/>
          <w:bCs/>
        </w:rPr>
        <w:t>ZARZĄDZENIE NR </w:t>
      </w:r>
      <w:r w:rsidR="00DA53C4">
        <w:rPr>
          <w:rFonts w:ascii="Arial" w:hAnsi="Arial" w:cs="Arial"/>
          <w:b/>
          <w:bCs/>
        </w:rPr>
        <w:t>10</w:t>
      </w:r>
      <w:r w:rsidRPr="007C2624">
        <w:rPr>
          <w:rFonts w:ascii="Arial" w:hAnsi="Arial" w:cs="Arial"/>
          <w:b/>
          <w:bCs/>
        </w:rPr>
        <w:t>/201</w:t>
      </w:r>
      <w:r w:rsidR="00B9741B">
        <w:rPr>
          <w:rFonts w:ascii="Arial" w:hAnsi="Arial" w:cs="Arial"/>
          <w:b/>
          <w:bCs/>
        </w:rPr>
        <w:t>8</w:t>
      </w:r>
      <w:r w:rsidRPr="007C2624">
        <w:rPr>
          <w:rFonts w:ascii="Arial" w:hAnsi="Arial" w:cs="Arial"/>
          <w:b/>
          <w:bCs/>
        </w:rPr>
        <w:t>/DS</w:t>
      </w:r>
      <w:r>
        <w:rPr>
          <w:rFonts w:ascii="Arial" w:hAnsi="Arial" w:cs="Arial"/>
          <w:b/>
          <w:bCs/>
        </w:rPr>
        <w:t>OZ</w:t>
      </w:r>
    </w:p>
    <w:p w:rsidR="007C2624" w:rsidRPr="007C2624" w:rsidRDefault="007C2624" w:rsidP="000D419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C2624">
        <w:rPr>
          <w:rFonts w:ascii="Arial" w:hAnsi="Arial" w:cs="Arial"/>
          <w:b/>
          <w:bCs/>
        </w:rPr>
        <w:t xml:space="preserve">PREZESA </w:t>
      </w:r>
    </w:p>
    <w:p w:rsidR="007C2624" w:rsidRDefault="007C2624" w:rsidP="000D419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7C2624">
        <w:rPr>
          <w:rFonts w:ascii="Arial" w:hAnsi="Arial" w:cs="Arial"/>
          <w:b/>
          <w:bCs/>
        </w:rPr>
        <w:t xml:space="preserve">NARODOWEGO FUNDUSZU ZDROWIA </w:t>
      </w:r>
      <w:r w:rsidRPr="007C2624">
        <w:rPr>
          <w:rFonts w:ascii="Arial" w:hAnsi="Arial" w:cs="Arial"/>
        </w:rPr>
        <w:t xml:space="preserve"> </w:t>
      </w:r>
    </w:p>
    <w:p w:rsidR="007C2624" w:rsidRPr="007C2624" w:rsidRDefault="007C2624" w:rsidP="007C262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C2624" w:rsidRPr="007C2624" w:rsidRDefault="007C2624" w:rsidP="007C262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C2624" w:rsidRPr="00CA7D23" w:rsidRDefault="007C2624" w:rsidP="007C262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A7D23">
        <w:rPr>
          <w:rFonts w:ascii="Arial" w:hAnsi="Arial" w:cs="Arial"/>
          <w:bCs/>
        </w:rPr>
        <w:t>z dnia</w:t>
      </w:r>
      <w:r w:rsidR="00DA53C4">
        <w:rPr>
          <w:rFonts w:ascii="Arial" w:hAnsi="Arial" w:cs="Arial"/>
          <w:bCs/>
        </w:rPr>
        <w:t xml:space="preserve"> 7 lutego </w:t>
      </w:r>
      <w:r w:rsidRPr="00CA7D23">
        <w:rPr>
          <w:rFonts w:ascii="Arial" w:hAnsi="Arial" w:cs="Arial"/>
          <w:bCs/>
        </w:rPr>
        <w:t>201</w:t>
      </w:r>
      <w:r w:rsidR="00B9741B">
        <w:rPr>
          <w:rFonts w:ascii="Arial" w:hAnsi="Arial" w:cs="Arial"/>
          <w:bCs/>
        </w:rPr>
        <w:t>8</w:t>
      </w:r>
      <w:r w:rsidRPr="00CA7D23">
        <w:rPr>
          <w:rFonts w:ascii="Arial" w:hAnsi="Arial" w:cs="Arial"/>
          <w:bCs/>
        </w:rPr>
        <w:t xml:space="preserve"> r.</w:t>
      </w:r>
    </w:p>
    <w:p w:rsidR="007C2624" w:rsidRPr="00B9741B" w:rsidRDefault="007C2624" w:rsidP="00D74E81">
      <w:pPr>
        <w:spacing w:line="360" w:lineRule="auto"/>
        <w:jc w:val="center"/>
        <w:rPr>
          <w:rFonts w:ascii="Arial" w:hAnsi="Arial" w:cs="Arial"/>
          <w:b/>
          <w:bCs/>
          <w:color w:val="FF0000"/>
        </w:rPr>
      </w:pPr>
    </w:p>
    <w:p w:rsidR="004C7CBF" w:rsidRPr="00AF74AD" w:rsidRDefault="004C7CBF" w:rsidP="001C69FD">
      <w:pPr>
        <w:spacing w:line="360" w:lineRule="auto"/>
        <w:jc w:val="center"/>
        <w:rPr>
          <w:rFonts w:ascii="Arial" w:hAnsi="Arial" w:cs="Arial"/>
          <w:b/>
          <w:bCs/>
        </w:rPr>
      </w:pPr>
      <w:r w:rsidRPr="00AF74AD">
        <w:rPr>
          <w:rFonts w:ascii="Arial" w:hAnsi="Arial" w:cs="Arial"/>
          <w:b/>
          <w:bCs/>
        </w:rPr>
        <w:t>zmieniające zarządzenie w sprawie określenia w</w:t>
      </w:r>
      <w:r w:rsidR="00EB24F2" w:rsidRPr="00AF74AD">
        <w:rPr>
          <w:rFonts w:ascii="Arial" w:hAnsi="Arial" w:cs="Arial"/>
          <w:b/>
          <w:bCs/>
        </w:rPr>
        <w:t>arunków zaw</w:t>
      </w:r>
      <w:r w:rsidR="00622634">
        <w:rPr>
          <w:rFonts w:ascii="Arial" w:hAnsi="Arial" w:cs="Arial"/>
          <w:b/>
          <w:bCs/>
        </w:rPr>
        <w:t>arcia</w:t>
      </w:r>
      <w:r w:rsidR="00EB24F2" w:rsidRPr="00AF74AD">
        <w:rPr>
          <w:rFonts w:ascii="Arial" w:hAnsi="Arial" w:cs="Arial"/>
          <w:b/>
          <w:bCs/>
        </w:rPr>
        <w:t xml:space="preserve"> i realizacji </w:t>
      </w:r>
      <w:r w:rsidRPr="00AF74AD">
        <w:rPr>
          <w:rFonts w:ascii="Arial" w:hAnsi="Arial" w:cs="Arial"/>
          <w:b/>
          <w:bCs/>
        </w:rPr>
        <w:t xml:space="preserve">umów o udzielanie świadczeń </w:t>
      </w:r>
      <w:r w:rsidR="0025441E" w:rsidRPr="00AF74AD">
        <w:rPr>
          <w:rFonts w:ascii="Arial" w:hAnsi="Arial" w:cs="Arial"/>
          <w:b/>
          <w:bCs/>
        </w:rPr>
        <w:t>opiek</w:t>
      </w:r>
      <w:bookmarkStart w:id="0" w:name="_GoBack"/>
      <w:bookmarkEnd w:id="0"/>
      <w:r w:rsidR="0025441E" w:rsidRPr="00AF74AD">
        <w:rPr>
          <w:rFonts w:ascii="Arial" w:hAnsi="Arial" w:cs="Arial"/>
          <w:b/>
          <w:bCs/>
        </w:rPr>
        <w:t xml:space="preserve">i zdrowotnej </w:t>
      </w:r>
      <w:r w:rsidRPr="00AF74AD">
        <w:rPr>
          <w:rFonts w:ascii="Arial" w:hAnsi="Arial" w:cs="Arial"/>
          <w:b/>
          <w:bCs/>
        </w:rPr>
        <w:t xml:space="preserve">w </w:t>
      </w:r>
      <w:r w:rsidR="00622634">
        <w:rPr>
          <w:rFonts w:ascii="Arial" w:hAnsi="Arial" w:cs="Arial"/>
          <w:b/>
          <w:bCs/>
        </w:rPr>
        <w:t xml:space="preserve">zakresie </w:t>
      </w:r>
      <w:r w:rsidRPr="00AF74AD">
        <w:rPr>
          <w:rFonts w:ascii="Arial" w:hAnsi="Arial" w:cs="Arial"/>
          <w:b/>
          <w:bCs/>
        </w:rPr>
        <w:t>podstawow</w:t>
      </w:r>
      <w:r w:rsidR="00622634">
        <w:rPr>
          <w:rFonts w:ascii="Arial" w:hAnsi="Arial" w:cs="Arial"/>
          <w:b/>
          <w:bCs/>
        </w:rPr>
        <w:t>ej</w:t>
      </w:r>
      <w:r w:rsidRPr="00AF74AD">
        <w:rPr>
          <w:rFonts w:ascii="Arial" w:hAnsi="Arial" w:cs="Arial"/>
          <w:b/>
          <w:bCs/>
        </w:rPr>
        <w:t xml:space="preserve"> opiek</w:t>
      </w:r>
      <w:r w:rsidR="00622634">
        <w:rPr>
          <w:rFonts w:ascii="Arial" w:hAnsi="Arial" w:cs="Arial"/>
          <w:b/>
          <w:bCs/>
        </w:rPr>
        <w:t>i</w:t>
      </w:r>
      <w:r w:rsidRPr="00AF74AD">
        <w:rPr>
          <w:rFonts w:ascii="Arial" w:hAnsi="Arial" w:cs="Arial"/>
          <w:b/>
          <w:bCs/>
        </w:rPr>
        <w:t xml:space="preserve"> zdrowotn</w:t>
      </w:r>
      <w:r w:rsidR="00622634">
        <w:rPr>
          <w:rFonts w:ascii="Arial" w:hAnsi="Arial" w:cs="Arial"/>
          <w:b/>
          <w:bCs/>
        </w:rPr>
        <w:t>ej</w:t>
      </w:r>
    </w:p>
    <w:p w:rsidR="00D74E81" w:rsidRPr="00AF74AD" w:rsidRDefault="00D74E81" w:rsidP="00D74E81">
      <w:pPr>
        <w:spacing w:line="360" w:lineRule="auto"/>
        <w:rPr>
          <w:rFonts w:ascii="Arial" w:hAnsi="Arial" w:cs="Arial"/>
        </w:rPr>
      </w:pPr>
    </w:p>
    <w:p w:rsidR="004C7CBF" w:rsidRPr="00AF74AD" w:rsidRDefault="004C7CBF" w:rsidP="007C2624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AF74AD">
        <w:rPr>
          <w:rFonts w:ascii="Arial" w:hAnsi="Arial" w:cs="Arial"/>
        </w:rPr>
        <w:t>Na po</w:t>
      </w:r>
      <w:r w:rsidR="007C2624" w:rsidRPr="00AF74AD">
        <w:rPr>
          <w:rFonts w:ascii="Arial" w:hAnsi="Arial" w:cs="Arial"/>
        </w:rPr>
        <w:t>d</w:t>
      </w:r>
      <w:r w:rsidRPr="00AF74AD">
        <w:rPr>
          <w:rFonts w:ascii="Arial" w:hAnsi="Arial" w:cs="Arial"/>
        </w:rPr>
        <w:t>stawie art. 102 ust. 5 pkt 21 i 25</w:t>
      </w:r>
      <w:r w:rsidR="001C69FD">
        <w:rPr>
          <w:rFonts w:ascii="Arial" w:hAnsi="Arial" w:cs="Arial"/>
        </w:rPr>
        <w:t xml:space="preserve"> </w:t>
      </w:r>
      <w:r w:rsidR="0007362E" w:rsidRPr="00AF74AD">
        <w:rPr>
          <w:rFonts w:ascii="Arial" w:hAnsi="Arial" w:cs="Arial"/>
        </w:rPr>
        <w:t>oraz art. 159 ust. </w:t>
      </w:r>
      <w:r w:rsidRPr="00AF74AD">
        <w:rPr>
          <w:rFonts w:ascii="Arial" w:hAnsi="Arial" w:cs="Arial"/>
        </w:rPr>
        <w:t>2 usta</w:t>
      </w:r>
      <w:r w:rsidR="0007362E" w:rsidRPr="00AF74AD">
        <w:rPr>
          <w:rFonts w:ascii="Arial" w:hAnsi="Arial" w:cs="Arial"/>
        </w:rPr>
        <w:t xml:space="preserve">wy z dnia 27 sierpnia 2004 r. o </w:t>
      </w:r>
      <w:r w:rsidRPr="00AF74AD">
        <w:rPr>
          <w:rFonts w:ascii="Arial" w:hAnsi="Arial" w:cs="Arial"/>
        </w:rPr>
        <w:t>świadczeniach opieki zdrowotnej finansowanych ze środków publicznych (Dz. U. z 20</w:t>
      </w:r>
      <w:r w:rsidR="00AF74AD">
        <w:rPr>
          <w:rFonts w:ascii="Arial" w:hAnsi="Arial" w:cs="Arial"/>
        </w:rPr>
        <w:t>17</w:t>
      </w:r>
      <w:r w:rsidR="008D2C39" w:rsidRPr="00AF74AD">
        <w:rPr>
          <w:rFonts w:ascii="Arial" w:hAnsi="Arial" w:cs="Arial"/>
        </w:rPr>
        <w:t xml:space="preserve"> r.</w:t>
      </w:r>
      <w:r w:rsidRPr="00AF74AD">
        <w:rPr>
          <w:rFonts w:ascii="Arial" w:hAnsi="Arial" w:cs="Arial"/>
        </w:rPr>
        <w:t xml:space="preserve"> poz. 1</w:t>
      </w:r>
      <w:r w:rsidR="00AF74AD">
        <w:rPr>
          <w:rFonts w:ascii="Arial" w:hAnsi="Arial" w:cs="Arial"/>
        </w:rPr>
        <w:t>938</w:t>
      </w:r>
      <w:r w:rsidRPr="00AF74AD">
        <w:rPr>
          <w:rFonts w:ascii="Arial" w:hAnsi="Arial" w:cs="Arial"/>
        </w:rPr>
        <w:t>,</w:t>
      </w:r>
      <w:r w:rsidR="001C69FD">
        <w:rPr>
          <w:rFonts w:ascii="Arial" w:hAnsi="Arial" w:cs="Arial"/>
        </w:rPr>
        <w:t xml:space="preserve"> </w:t>
      </w:r>
      <w:r w:rsidR="00622634">
        <w:rPr>
          <w:rFonts w:ascii="Arial" w:hAnsi="Arial" w:cs="Arial"/>
        </w:rPr>
        <w:t xml:space="preserve">z </w:t>
      </w:r>
      <w:proofErr w:type="spellStart"/>
      <w:r w:rsidR="00622634">
        <w:rPr>
          <w:rFonts w:ascii="Arial" w:hAnsi="Arial" w:cs="Arial"/>
        </w:rPr>
        <w:t>późn</w:t>
      </w:r>
      <w:proofErr w:type="spellEnd"/>
      <w:r w:rsidR="00622634">
        <w:rPr>
          <w:rFonts w:ascii="Arial" w:hAnsi="Arial" w:cs="Arial"/>
        </w:rPr>
        <w:t>. zm.</w:t>
      </w:r>
      <w:r w:rsidR="00AD3821">
        <w:rPr>
          <w:rStyle w:val="Odwoanieprzypisudolnego"/>
          <w:rFonts w:ascii="Arial" w:hAnsi="Arial" w:cs="Arial"/>
        </w:rPr>
        <w:footnoteReference w:customMarkFollows="1" w:id="1"/>
        <w:t>1)</w:t>
      </w:r>
      <w:r w:rsidR="00BB1BFE" w:rsidRPr="00AF74AD">
        <w:rPr>
          <w:rFonts w:ascii="Arial" w:hAnsi="Arial" w:cs="Arial"/>
        </w:rPr>
        <w:t>) zarządza się</w:t>
      </w:r>
      <w:r w:rsidR="007C2624" w:rsidRPr="00AF74AD">
        <w:rPr>
          <w:rFonts w:ascii="Arial" w:hAnsi="Arial" w:cs="Arial"/>
        </w:rPr>
        <w:t>,</w:t>
      </w:r>
      <w:r w:rsidR="00BB1BFE" w:rsidRPr="00AF74AD">
        <w:rPr>
          <w:rFonts w:ascii="Arial" w:hAnsi="Arial" w:cs="Arial"/>
        </w:rPr>
        <w:t xml:space="preserve"> co </w:t>
      </w:r>
      <w:r w:rsidRPr="00AF74AD">
        <w:rPr>
          <w:rFonts w:ascii="Arial" w:hAnsi="Arial" w:cs="Arial"/>
        </w:rPr>
        <w:t xml:space="preserve">następuje: </w:t>
      </w:r>
    </w:p>
    <w:p w:rsidR="00D16882" w:rsidRDefault="00D16882" w:rsidP="000F5DE9"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0C5A47" w:rsidRDefault="00DE4511" w:rsidP="000F5DE9">
      <w:pPr>
        <w:spacing w:line="360" w:lineRule="auto"/>
        <w:ind w:firstLine="708"/>
        <w:jc w:val="both"/>
        <w:rPr>
          <w:rFonts w:ascii="Arial" w:hAnsi="Arial" w:cs="Arial"/>
        </w:rPr>
      </w:pPr>
      <w:r w:rsidRPr="00AF74AD">
        <w:rPr>
          <w:rFonts w:ascii="Arial" w:hAnsi="Arial" w:cs="Arial"/>
          <w:b/>
          <w:bCs/>
        </w:rPr>
        <w:t>§ 1.</w:t>
      </w:r>
      <w:r w:rsidRPr="00AF74AD">
        <w:rPr>
          <w:rFonts w:ascii="Arial" w:hAnsi="Arial" w:cs="Arial"/>
        </w:rPr>
        <w:t xml:space="preserve"> </w:t>
      </w:r>
      <w:r w:rsidR="004C7CBF" w:rsidRPr="00AF74AD">
        <w:rPr>
          <w:rFonts w:ascii="Arial" w:hAnsi="Arial" w:cs="Arial"/>
        </w:rPr>
        <w:t xml:space="preserve">W </w:t>
      </w:r>
      <w:r w:rsidR="00CD682C" w:rsidRPr="00AF74AD">
        <w:rPr>
          <w:rFonts w:ascii="Arial" w:hAnsi="Arial" w:cs="Arial"/>
        </w:rPr>
        <w:t>zarządzeni</w:t>
      </w:r>
      <w:r w:rsidRPr="00AF74AD">
        <w:rPr>
          <w:rFonts w:ascii="Arial" w:hAnsi="Arial" w:cs="Arial"/>
        </w:rPr>
        <w:t>u</w:t>
      </w:r>
      <w:r w:rsidR="00CD682C" w:rsidRPr="00AF74AD">
        <w:rPr>
          <w:rFonts w:ascii="Arial" w:hAnsi="Arial" w:cs="Arial"/>
        </w:rPr>
        <w:t xml:space="preserve"> </w:t>
      </w:r>
      <w:r w:rsidR="004C7CBF" w:rsidRPr="00AF74AD">
        <w:rPr>
          <w:rFonts w:ascii="Arial" w:hAnsi="Arial" w:cs="Arial"/>
        </w:rPr>
        <w:t xml:space="preserve">Nr </w:t>
      </w:r>
      <w:r w:rsidR="00AF74AD" w:rsidRPr="00AF74AD">
        <w:rPr>
          <w:rFonts w:ascii="Arial" w:hAnsi="Arial" w:cs="Arial"/>
        </w:rPr>
        <w:t xml:space="preserve">122/2017/DSOZ </w:t>
      </w:r>
      <w:r w:rsidR="004C7CBF" w:rsidRPr="00AF74AD">
        <w:rPr>
          <w:rFonts w:ascii="Arial" w:hAnsi="Arial" w:cs="Arial"/>
        </w:rPr>
        <w:t>Prezesa Narod</w:t>
      </w:r>
      <w:r w:rsidR="004D27F1" w:rsidRPr="00AF74AD">
        <w:rPr>
          <w:rFonts w:ascii="Arial" w:hAnsi="Arial" w:cs="Arial"/>
        </w:rPr>
        <w:t>owego Funduszu Zdrowia z </w:t>
      </w:r>
      <w:r w:rsidR="00B32E99" w:rsidRPr="00AF74AD">
        <w:rPr>
          <w:rFonts w:ascii="Arial" w:hAnsi="Arial" w:cs="Arial"/>
        </w:rPr>
        <w:t xml:space="preserve">dnia </w:t>
      </w:r>
      <w:r w:rsidR="00AF74AD" w:rsidRPr="00AF74AD">
        <w:rPr>
          <w:rFonts w:ascii="Arial" w:hAnsi="Arial" w:cs="Arial"/>
        </w:rPr>
        <w:t>15 grudnia 2017 r.</w:t>
      </w:r>
      <w:r w:rsidR="00D74E81" w:rsidRPr="00AF74AD">
        <w:rPr>
          <w:rFonts w:ascii="Arial" w:hAnsi="Arial" w:cs="Arial"/>
        </w:rPr>
        <w:t xml:space="preserve"> w </w:t>
      </w:r>
      <w:r w:rsidR="004C7CBF" w:rsidRPr="00AF74AD">
        <w:rPr>
          <w:rFonts w:ascii="Arial" w:hAnsi="Arial" w:cs="Arial"/>
        </w:rPr>
        <w:t xml:space="preserve">sprawie warunków </w:t>
      </w:r>
      <w:r w:rsidR="00D74E81" w:rsidRPr="00AF74AD">
        <w:rPr>
          <w:rFonts w:ascii="Arial" w:hAnsi="Arial" w:cs="Arial"/>
        </w:rPr>
        <w:t>zaw</w:t>
      </w:r>
      <w:r w:rsidR="000C5A47">
        <w:rPr>
          <w:rFonts w:ascii="Arial" w:hAnsi="Arial" w:cs="Arial"/>
        </w:rPr>
        <w:t xml:space="preserve">arcia </w:t>
      </w:r>
      <w:r w:rsidR="00D74E81" w:rsidRPr="00AF74AD">
        <w:rPr>
          <w:rFonts w:ascii="Arial" w:hAnsi="Arial" w:cs="Arial"/>
        </w:rPr>
        <w:t xml:space="preserve"> i </w:t>
      </w:r>
      <w:r w:rsidR="0014106B" w:rsidRPr="00AF74AD">
        <w:rPr>
          <w:rFonts w:ascii="Arial" w:hAnsi="Arial" w:cs="Arial"/>
        </w:rPr>
        <w:t>realizacji umów o </w:t>
      </w:r>
      <w:r w:rsidR="000D7F52" w:rsidRPr="00AF74AD">
        <w:rPr>
          <w:rFonts w:ascii="Arial" w:hAnsi="Arial" w:cs="Arial"/>
        </w:rPr>
        <w:t xml:space="preserve">udzielanie świadczeń </w:t>
      </w:r>
      <w:r w:rsidRPr="00AF74AD">
        <w:rPr>
          <w:rFonts w:ascii="Arial" w:hAnsi="Arial" w:cs="Arial"/>
        </w:rPr>
        <w:t xml:space="preserve">opieki zdrowotnej </w:t>
      </w:r>
      <w:r w:rsidR="000D7F52" w:rsidRPr="00AF74AD">
        <w:rPr>
          <w:rFonts w:ascii="Arial" w:hAnsi="Arial" w:cs="Arial"/>
        </w:rPr>
        <w:t xml:space="preserve">w </w:t>
      </w:r>
      <w:r w:rsidR="000C5A47">
        <w:rPr>
          <w:rFonts w:ascii="Arial" w:hAnsi="Arial" w:cs="Arial"/>
        </w:rPr>
        <w:t xml:space="preserve">zakresie </w:t>
      </w:r>
      <w:r w:rsidR="004C7CBF" w:rsidRPr="00AF74AD">
        <w:rPr>
          <w:rFonts w:ascii="Arial" w:hAnsi="Arial" w:cs="Arial"/>
        </w:rPr>
        <w:t>podstawow</w:t>
      </w:r>
      <w:r w:rsidR="000C5A47">
        <w:rPr>
          <w:rFonts w:ascii="Arial" w:hAnsi="Arial" w:cs="Arial"/>
        </w:rPr>
        <w:t>ej</w:t>
      </w:r>
      <w:r w:rsidR="004C7CBF" w:rsidRPr="00AF74AD">
        <w:rPr>
          <w:rFonts w:ascii="Arial" w:hAnsi="Arial" w:cs="Arial"/>
        </w:rPr>
        <w:t xml:space="preserve"> opiek</w:t>
      </w:r>
      <w:r w:rsidR="000C5A47">
        <w:rPr>
          <w:rFonts w:ascii="Arial" w:hAnsi="Arial" w:cs="Arial"/>
        </w:rPr>
        <w:t>i</w:t>
      </w:r>
      <w:r w:rsidR="004C7CBF" w:rsidRPr="00AF74AD">
        <w:rPr>
          <w:rFonts w:ascii="Arial" w:hAnsi="Arial" w:cs="Arial"/>
        </w:rPr>
        <w:t xml:space="preserve"> zdrowotn</w:t>
      </w:r>
      <w:r w:rsidR="000C5A47">
        <w:rPr>
          <w:rFonts w:ascii="Arial" w:hAnsi="Arial" w:cs="Arial"/>
        </w:rPr>
        <w:t>ej,</w:t>
      </w:r>
      <w:r w:rsidR="00AF74AD" w:rsidRPr="00AF74AD">
        <w:rPr>
          <w:rFonts w:ascii="Arial" w:hAnsi="Arial" w:cs="Arial"/>
        </w:rPr>
        <w:t xml:space="preserve"> załącznik nr 4 </w:t>
      </w:r>
      <w:r w:rsidR="00905A15">
        <w:rPr>
          <w:rFonts w:ascii="Arial" w:hAnsi="Arial" w:cs="Arial"/>
        </w:rPr>
        <w:t>do umowy</w:t>
      </w:r>
      <w:r w:rsidR="000C5A47">
        <w:rPr>
          <w:rFonts w:ascii="Arial" w:hAnsi="Arial" w:cs="Arial"/>
        </w:rPr>
        <w:t xml:space="preserve"> o udzielanie świadczeń opieki zdrowotnej, której wzór określony jest </w:t>
      </w:r>
      <w:r w:rsidR="00905A15">
        <w:rPr>
          <w:rFonts w:ascii="Arial" w:hAnsi="Arial" w:cs="Arial"/>
        </w:rPr>
        <w:t xml:space="preserve"> </w:t>
      </w:r>
      <w:r w:rsidR="005D7B87">
        <w:rPr>
          <w:rFonts w:ascii="Arial" w:hAnsi="Arial" w:cs="Arial"/>
        </w:rPr>
        <w:t>w </w:t>
      </w:r>
      <w:r w:rsidR="000C5A47">
        <w:rPr>
          <w:rFonts w:ascii="Arial" w:hAnsi="Arial" w:cs="Arial"/>
        </w:rPr>
        <w:t>załączniku nr 2 do zarządzenia otrzymuje brzmienie określone w </w:t>
      </w:r>
      <w:r w:rsidR="00AF74AD" w:rsidRPr="00AF74AD">
        <w:rPr>
          <w:rFonts w:ascii="Arial" w:hAnsi="Arial" w:cs="Arial"/>
        </w:rPr>
        <w:t>załączniku do niniejszego zarządzenia.</w:t>
      </w:r>
    </w:p>
    <w:p w:rsidR="0090359C" w:rsidRPr="0090359C" w:rsidRDefault="0090359C" w:rsidP="0090359C">
      <w:pPr>
        <w:spacing w:line="360" w:lineRule="auto"/>
        <w:ind w:firstLine="709"/>
        <w:jc w:val="both"/>
        <w:rPr>
          <w:rFonts w:ascii="Arial" w:hAnsi="Arial" w:cs="Arial"/>
          <w:bCs/>
        </w:rPr>
      </w:pPr>
      <w:r w:rsidRPr="00AF74AD">
        <w:rPr>
          <w:rFonts w:ascii="Arial" w:hAnsi="Arial" w:cs="Arial"/>
          <w:b/>
        </w:rPr>
        <w:t>§ 2</w:t>
      </w:r>
      <w:r>
        <w:rPr>
          <w:rFonts w:ascii="Arial" w:hAnsi="Arial" w:cs="Arial"/>
          <w:b/>
        </w:rPr>
        <w:t>.</w:t>
      </w:r>
      <w:r w:rsidRPr="0090359C">
        <w:rPr>
          <w:rFonts w:ascii="Arial" w:hAnsi="Arial" w:cs="Arial"/>
          <w:bCs/>
        </w:rPr>
        <w:t xml:space="preserve"> </w:t>
      </w:r>
      <w:r w:rsidRPr="007C2692">
        <w:rPr>
          <w:rFonts w:ascii="Arial" w:hAnsi="Arial" w:cs="Arial"/>
          <w:bCs/>
        </w:rPr>
        <w:t>Zobowiązuje się dyrektorów oddziałów wojewódzkich Narodowego Funduszu Zdrowia do wprowadzenia niezbędnych zmian wynikających z wejścia w życie przepisów zarządzenia, o których mowa w § 1, do postanowień umów zawartych ze świadczeniodawcami.</w:t>
      </w:r>
    </w:p>
    <w:p w:rsidR="00F67EDC" w:rsidRDefault="001670E8" w:rsidP="0090359C">
      <w:pPr>
        <w:spacing w:line="360" w:lineRule="auto"/>
        <w:ind w:firstLine="708"/>
        <w:rPr>
          <w:rFonts w:ascii="Arial" w:hAnsi="Arial" w:cs="Arial"/>
        </w:rPr>
      </w:pPr>
      <w:r w:rsidRPr="00AF74AD">
        <w:rPr>
          <w:rFonts w:ascii="Arial" w:hAnsi="Arial" w:cs="Arial"/>
          <w:b/>
        </w:rPr>
        <w:t>§</w:t>
      </w:r>
      <w:r w:rsidR="009D2523">
        <w:rPr>
          <w:rFonts w:ascii="Arial" w:hAnsi="Arial" w:cs="Arial"/>
          <w:b/>
        </w:rPr>
        <w:t xml:space="preserve"> </w:t>
      </w:r>
      <w:r w:rsidR="0090359C">
        <w:rPr>
          <w:rFonts w:ascii="Arial" w:hAnsi="Arial" w:cs="Arial"/>
          <w:b/>
        </w:rPr>
        <w:t>3</w:t>
      </w:r>
      <w:r w:rsidRPr="0090359C">
        <w:rPr>
          <w:rFonts w:ascii="Arial" w:hAnsi="Arial" w:cs="Arial"/>
          <w:b/>
        </w:rPr>
        <w:t>.</w:t>
      </w:r>
      <w:r w:rsidR="00905A15">
        <w:rPr>
          <w:rFonts w:ascii="Arial" w:hAnsi="Arial" w:cs="Arial"/>
        </w:rPr>
        <w:t xml:space="preserve"> </w:t>
      </w:r>
      <w:r w:rsidR="00BD64B7" w:rsidRPr="00AF74AD">
        <w:rPr>
          <w:rFonts w:ascii="Arial" w:hAnsi="Arial" w:cs="Arial"/>
        </w:rPr>
        <w:t xml:space="preserve">Zarządzenie wchodzi w życie z dniem </w:t>
      </w:r>
      <w:r w:rsidR="00AF74AD" w:rsidRPr="00AF74AD">
        <w:rPr>
          <w:rFonts w:ascii="Arial" w:hAnsi="Arial" w:cs="Arial"/>
        </w:rPr>
        <w:t>następującym po dniu</w:t>
      </w:r>
      <w:r w:rsidR="00FC73A9">
        <w:rPr>
          <w:rFonts w:ascii="Arial" w:hAnsi="Arial" w:cs="Arial"/>
        </w:rPr>
        <w:t xml:space="preserve"> podpisania.</w:t>
      </w:r>
      <w:r w:rsidR="0090359C">
        <w:rPr>
          <w:rFonts w:ascii="Arial" w:hAnsi="Arial" w:cs="Arial"/>
        </w:rPr>
        <w:t xml:space="preserve"> </w:t>
      </w:r>
      <w:r w:rsidR="00AD2752">
        <w:rPr>
          <w:rFonts w:ascii="Arial" w:hAnsi="Arial" w:cs="Arial"/>
        </w:rPr>
        <w:t xml:space="preserve">    </w:t>
      </w:r>
      <w:r w:rsidR="00BD64B7" w:rsidRPr="00AF74AD">
        <w:rPr>
          <w:rFonts w:ascii="Arial" w:hAnsi="Arial" w:cs="Arial"/>
        </w:rPr>
        <w:t xml:space="preserve"> </w:t>
      </w:r>
    </w:p>
    <w:p w:rsidR="00DA53C4" w:rsidRDefault="00DA53C4" w:rsidP="00DA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DA53C4" w:rsidRPr="00DA53C4" w:rsidRDefault="00DA53C4" w:rsidP="00DA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 w:rsidRPr="00DA53C4">
        <w:rPr>
          <w:rFonts w:ascii="Arial" w:hAnsi="Arial" w:cs="Arial"/>
          <w:b/>
          <w:color w:val="000000"/>
        </w:rPr>
        <w:t>p.o. PREZESA</w:t>
      </w:r>
    </w:p>
    <w:p w:rsidR="00DA53C4" w:rsidRPr="00DA53C4" w:rsidRDefault="00DA53C4" w:rsidP="00DA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 w:rsidRPr="00DA53C4">
        <w:rPr>
          <w:rFonts w:ascii="Arial" w:hAnsi="Arial" w:cs="Arial"/>
          <w:b/>
          <w:color w:val="000000"/>
        </w:rPr>
        <w:t>NARODOWEGO FUNDUSZU ZDROWIA</w:t>
      </w:r>
    </w:p>
    <w:p w:rsidR="00DA53C4" w:rsidRPr="00DA53C4" w:rsidRDefault="00DA53C4" w:rsidP="00DA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 w:rsidRPr="00DA53C4">
        <w:rPr>
          <w:rFonts w:ascii="Arial" w:hAnsi="Arial" w:cs="Arial"/>
          <w:b/>
          <w:color w:val="000000"/>
        </w:rPr>
        <w:t>Zastępca Prezesa ds. Medycznych</w:t>
      </w:r>
    </w:p>
    <w:p w:rsidR="0058627B" w:rsidRPr="00DA53C4" w:rsidRDefault="00DA53C4" w:rsidP="00DA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ab/>
      </w:r>
      <w:r w:rsidRPr="00DA53C4">
        <w:rPr>
          <w:rFonts w:ascii="Arial" w:hAnsi="Arial" w:cs="Arial"/>
          <w:color w:val="000000"/>
        </w:rPr>
        <w:tab/>
      </w:r>
      <w:r w:rsidRPr="00DA53C4">
        <w:rPr>
          <w:rFonts w:ascii="Arial" w:hAnsi="Arial" w:cs="Arial"/>
          <w:color w:val="000000"/>
        </w:rPr>
        <w:tab/>
      </w:r>
      <w:r w:rsidRPr="00DA53C4">
        <w:rPr>
          <w:rFonts w:ascii="Arial" w:hAnsi="Arial" w:cs="Arial"/>
          <w:color w:val="000000"/>
        </w:rPr>
        <w:t>Andrzej Jacyna</w:t>
      </w:r>
    </w:p>
    <w:p w:rsidR="0058627B" w:rsidRDefault="000470F5" w:rsidP="000470F5">
      <w:pPr>
        <w:spacing w:line="360" w:lineRule="auto"/>
        <w:ind w:right="-1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</w:p>
    <w:p w:rsidR="002D316E" w:rsidRDefault="002D316E">
      <w:pPr>
        <w:spacing w:line="360" w:lineRule="auto"/>
        <w:jc w:val="both"/>
        <w:rPr>
          <w:rFonts w:ascii="Arial" w:hAnsi="Arial" w:cs="Arial"/>
          <w:b/>
        </w:rPr>
      </w:pPr>
    </w:p>
    <w:p w:rsidR="002D316E" w:rsidRPr="00F56313" w:rsidRDefault="002D316E">
      <w:pPr>
        <w:spacing w:line="360" w:lineRule="auto"/>
        <w:jc w:val="both"/>
        <w:rPr>
          <w:rFonts w:ascii="Arial" w:hAnsi="Arial" w:cs="Arial"/>
          <w:b/>
        </w:rPr>
      </w:pPr>
    </w:p>
    <w:sectPr w:rsidR="002D316E" w:rsidRPr="00F56313" w:rsidSect="000470F5">
      <w:footerReference w:type="even" r:id="rId9"/>
      <w:footerReference w:type="default" r:id="rId10"/>
      <w:pgSz w:w="11906" w:h="16838"/>
      <w:pgMar w:top="1078" w:right="1133" w:bottom="125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16" w:rsidRDefault="008F6F16">
      <w:r>
        <w:separator/>
      </w:r>
    </w:p>
  </w:endnote>
  <w:endnote w:type="continuationSeparator" w:id="0">
    <w:p w:rsidR="008F6F16" w:rsidRDefault="008F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94" w:rsidRDefault="00C11749" w:rsidP="00B72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19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4194" w:rsidRDefault="000D4194" w:rsidP="00663F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94" w:rsidRDefault="000D4194" w:rsidP="00663F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16" w:rsidRDefault="008F6F16">
      <w:r>
        <w:separator/>
      </w:r>
    </w:p>
  </w:footnote>
  <w:footnote w:type="continuationSeparator" w:id="0">
    <w:p w:rsidR="008F6F16" w:rsidRDefault="008F6F16">
      <w:r>
        <w:continuationSeparator/>
      </w:r>
    </w:p>
  </w:footnote>
  <w:footnote w:id="1">
    <w:p w:rsidR="00AD3821" w:rsidRPr="00AD3821" w:rsidRDefault="00AD3821" w:rsidP="00AD3821">
      <w:pPr>
        <w:rPr>
          <w:rFonts w:ascii="Arial" w:hAnsi="Arial" w:cs="Arial"/>
          <w:sz w:val="16"/>
          <w:szCs w:val="16"/>
        </w:rPr>
      </w:pPr>
      <w:r w:rsidRPr="00AD3821">
        <w:rPr>
          <w:rStyle w:val="Odwoanieprzypisudolnego"/>
          <w:rFonts w:ascii="Arial" w:hAnsi="Arial" w:cs="Arial"/>
          <w:sz w:val="16"/>
          <w:szCs w:val="16"/>
        </w:rPr>
        <w:t>1)</w:t>
      </w:r>
      <w:r w:rsidRPr="00AD3821">
        <w:rPr>
          <w:rFonts w:ascii="Arial" w:hAnsi="Arial" w:cs="Arial"/>
          <w:sz w:val="16"/>
          <w:szCs w:val="16"/>
        </w:rPr>
        <w:t xml:space="preserve"> Zmiany tekstu jednolitego wymienionej ustawy zostały ogłoszone w Dz. U. z 2017 r. poz. 2110, 2217, 2361 i 2434 oraz z 2018 r. poz. 107 i 138.</w:t>
      </w:r>
    </w:p>
    <w:p w:rsidR="00AD3821" w:rsidRPr="00AD3821" w:rsidRDefault="00AD3821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061"/>
    <w:multiLevelType w:val="multilevel"/>
    <w:tmpl w:val="3358419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0E947273"/>
    <w:multiLevelType w:val="multilevel"/>
    <w:tmpl w:val="8F1A3F3E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3C5114D"/>
    <w:multiLevelType w:val="multilevel"/>
    <w:tmpl w:val="1ED66AF2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17EA2479"/>
    <w:multiLevelType w:val="multilevel"/>
    <w:tmpl w:val="21028F2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F332B"/>
    <w:multiLevelType w:val="hybridMultilevel"/>
    <w:tmpl w:val="B0ECE9E8"/>
    <w:lvl w:ilvl="0" w:tplc="05AA98C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37B30"/>
    <w:multiLevelType w:val="multilevel"/>
    <w:tmpl w:val="A6A8E5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B4A23C5"/>
    <w:multiLevelType w:val="hybridMultilevel"/>
    <w:tmpl w:val="BE5C6CBC"/>
    <w:lvl w:ilvl="0" w:tplc="E85838EE">
      <w:start w:val="1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1EA54AEE"/>
    <w:multiLevelType w:val="hybridMultilevel"/>
    <w:tmpl w:val="A7503646"/>
    <w:lvl w:ilvl="0" w:tplc="62000A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3CAE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MT" w:eastAsia="Times New Roman" w:hAnsi="ArialMT" w:cs="ArialMT"/>
      </w:rPr>
    </w:lvl>
    <w:lvl w:ilvl="2" w:tplc="7540A7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73DEC"/>
    <w:multiLevelType w:val="multilevel"/>
    <w:tmpl w:val="24A8AE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  <w:rPr>
        <w:rFonts w:cs="Times New Roman"/>
      </w:rPr>
    </w:lvl>
  </w:abstractNum>
  <w:abstractNum w:abstractNumId="9">
    <w:nsid w:val="28724E0E"/>
    <w:multiLevelType w:val="hybridMultilevel"/>
    <w:tmpl w:val="4186FB82"/>
    <w:lvl w:ilvl="0" w:tplc="BCC0AC14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F361AB"/>
    <w:multiLevelType w:val="hybridMultilevel"/>
    <w:tmpl w:val="F5B6EA70"/>
    <w:lvl w:ilvl="0" w:tplc="3FAAD004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9C62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996BFD"/>
    <w:multiLevelType w:val="hybridMultilevel"/>
    <w:tmpl w:val="913E6876"/>
    <w:lvl w:ilvl="0" w:tplc="0BDAF866">
      <w:start w:val="1"/>
      <w:numFmt w:val="decimal"/>
      <w:lvlText w:val="%1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E11A3AB6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1854BFC8">
      <w:start w:val="2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12582894">
      <w:start w:val="15"/>
      <w:numFmt w:val="decimal"/>
      <w:lvlText w:val="%4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62F7985"/>
    <w:multiLevelType w:val="hybridMultilevel"/>
    <w:tmpl w:val="D06C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DA69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1A0692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56012"/>
    <w:multiLevelType w:val="hybridMultilevel"/>
    <w:tmpl w:val="96CCB212"/>
    <w:lvl w:ilvl="0" w:tplc="B754B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3026036"/>
    <w:multiLevelType w:val="multilevel"/>
    <w:tmpl w:val="7CB8FFD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15">
    <w:nsid w:val="49D47C68"/>
    <w:multiLevelType w:val="multilevel"/>
    <w:tmpl w:val="B4B87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522D5BFD"/>
    <w:multiLevelType w:val="multilevel"/>
    <w:tmpl w:val="8FFE853A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17">
    <w:nsid w:val="558F24BF"/>
    <w:multiLevelType w:val="hybridMultilevel"/>
    <w:tmpl w:val="C7C2FF5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66C3E49"/>
    <w:multiLevelType w:val="multilevel"/>
    <w:tmpl w:val="B3BEF3E0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167E3B"/>
    <w:multiLevelType w:val="hybridMultilevel"/>
    <w:tmpl w:val="A58EA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6D1D8A"/>
    <w:multiLevelType w:val="multilevel"/>
    <w:tmpl w:val="0D8AA32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5C817E6E"/>
    <w:multiLevelType w:val="multilevel"/>
    <w:tmpl w:val="75DCDAA4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63A20DDF"/>
    <w:multiLevelType w:val="hybridMultilevel"/>
    <w:tmpl w:val="E9FAB0DA"/>
    <w:lvl w:ilvl="0" w:tplc="3AF6483E">
      <w:start w:val="1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3">
    <w:nsid w:val="648B068B"/>
    <w:multiLevelType w:val="hybridMultilevel"/>
    <w:tmpl w:val="B5308026"/>
    <w:lvl w:ilvl="0" w:tplc="A2A0769C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A3F46D04">
      <w:start w:val="10"/>
      <w:numFmt w:val="decimal"/>
      <w:lvlText w:val="%2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4">
    <w:nsid w:val="686D5BDF"/>
    <w:multiLevelType w:val="hybridMultilevel"/>
    <w:tmpl w:val="B3BEF3E0"/>
    <w:lvl w:ilvl="0" w:tplc="1BD4000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9A2040"/>
    <w:multiLevelType w:val="multilevel"/>
    <w:tmpl w:val="C2B65114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6CDE6067"/>
    <w:multiLevelType w:val="hybridMultilevel"/>
    <w:tmpl w:val="2FA88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D360A"/>
    <w:multiLevelType w:val="hybridMultilevel"/>
    <w:tmpl w:val="292AAA98"/>
    <w:lvl w:ilvl="0" w:tplc="7AEE9B2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063900">
      <w:start w:val="10"/>
      <w:numFmt w:val="decimal"/>
      <w:lvlText w:val="%2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8">
    <w:nsid w:val="774B46E7"/>
    <w:multiLevelType w:val="multilevel"/>
    <w:tmpl w:val="0802B032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>
    <w:nsid w:val="78EB227B"/>
    <w:multiLevelType w:val="multilevel"/>
    <w:tmpl w:val="13C49870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7"/>
  </w:num>
  <w:num w:numId="5">
    <w:abstractNumId w:val="11"/>
  </w:num>
  <w:num w:numId="6">
    <w:abstractNumId w:val="15"/>
  </w:num>
  <w:num w:numId="7">
    <w:abstractNumId w:val="4"/>
  </w:num>
  <w:num w:numId="8">
    <w:abstractNumId w:val="21"/>
  </w:num>
  <w:num w:numId="9">
    <w:abstractNumId w:val="28"/>
  </w:num>
  <w:num w:numId="10">
    <w:abstractNumId w:val="19"/>
  </w:num>
  <w:num w:numId="11">
    <w:abstractNumId w:val="26"/>
  </w:num>
  <w:num w:numId="12">
    <w:abstractNumId w:val="9"/>
  </w:num>
  <w:num w:numId="13">
    <w:abstractNumId w:val="12"/>
  </w:num>
  <w:num w:numId="14">
    <w:abstractNumId w:val="23"/>
  </w:num>
  <w:num w:numId="15">
    <w:abstractNumId w:val="22"/>
  </w:num>
  <w:num w:numId="16">
    <w:abstractNumId w:val="27"/>
  </w:num>
  <w:num w:numId="17">
    <w:abstractNumId w:val="6"/>
  </w:num>
  <w:num w:numId="18">
    <w:abstractNumId w:val="24"/>
  </w:num>
  <w:num w:numId="19">
    <w:abstractNumId w:val="8"/>
  </w:num>
  <w:num w:numId="20">
    <w:abstractNumId w:val="13"/>
  </w:num>
  <w:num w:numId="21">
    <w:abstractNumId w:val="1"/>
  </w:num>
  <w:num w:numId="22">
    <w:abstractNumId w:val="18"/>
  </w:num>
  <w:num w:numId="23">
    <w:abstractNumId w:val="10"/>
  </w:num>
  <w:num w:numId="24">
    <w:abstractNumId w:val="20"/>
  </w:num>
  <w:num w:numId="25">
    <w:abstractNumId w:val="25"/>
  </w:num>
  <w:num w:numId="26">
    <w:abstractNumId w:val="5"/>
  </w:num>
  <w:num w:numId="27">
    <w:abstractNumId w:val="14"/>
  </w:num>
  <w:num w:numId="28">
    <w:abstractNumId w:val="29"/>
  </w:num>
  <w:num w:numId="29">
    <w:abstractNumId w:val="16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52"/>
    <w:rsid w:val="00021395"/>
    <w:rsid w:val="00023212"/>
    <w:rsid w:val="000357D5"/>
    <w:rsid w:val="000413CE"/>
    <w:rsid w:val="000470F5"/>
    <w:rsid w:val="000476B1"/>
    <w:rsid w:val="000501C6"/>
    <w:rsid w:val="00061396"/>
    <w:rsid w:val="0006517A"/>
    <w:rsid w:val="000671AC"/>
    <w:rsid w:val="0007362E"/>
    <w:rsid w:val="000764A0"/>
    <w:rsid w:val="00081684"/>
    <w:rsid w:val="000829EF"/>
    <w:rsid w:val="00092B14"/>
    <w:rsid w:val="000B19E9"/>
    <w:rsid w:val="000B3FFB"/>
    <w:rsid w:val="000B4FDA"/>
    <w:rsid w:val="000C303F"/>
    <w:rsid w:val="000C5022"/>
    <w:rsid w:val="000C5A47"/>
    <w:rsid w:val="000D1F86"/>
    <w:rsid w:val="000D4194"/>
    <w:rsid w:val="000D6632"/>
    <w:rsid w:val="000D7F52"/>
    <w:rsid w:val="000F5DE9"/>
    <w:rsid w:val="0010602A"/>
    <w:rsid w:val="001204D2"/>
    <w:rsid w:val="00124D0F"/>
    <w:rsid w:val="00134C30"/>
    <w:rsid w:val="0013737A"/>
    <w:rsid w:val="0014106B"/>
    <w:rsid w:val="00145ED4"/>
    <w:rsid w:val="00160A6A"/>
    <w:rsid w:val="00162F52"/>
    <w:rsid w:val="001670E8"/>
    <w:rsid w:val="00172369"/>
    <w:rsid w:val="00193539"/>
    <w:rsid w:val="00194BA2"/>
    <w:rsid w:val="00196717"/>
    <w:rsid w:val="001A413A"/>
    <w:rsid w:val="001A73EC"/>
    <w:rsid w:val="001B5CF8"/>
    <w:rsid w:val="001C0528"/>
    <w:rsid w:val="001C0E81"/>
    <w:rsid w:val="001C15FB"/>
    <w:rsid w:val="001C3811"/>
    <w:rsid w:val="001C69FD"/>
    <w:rsid w:val="001D097B"/>
    <w:rsid w:val="00202FDE"/>
    <w:rsid w:val="00214357"/>
    <w:rsid w:val="00221E51"/>
    <w:rsid w:val="0022420F"/>
    <w:rsid w:val="00240ECC"/>
    <w:rsid w:val="002453E9"/>
    <w:rsid w:val="0025441E"/>
    <w:rsid w:val="00262609"/>
    <w:rsid w:val="0028719C"/>
    <w:rsid w:val="00292180"/>
    <w:rsid w:val="00293DDA"/>
    <w:rsid w:val="00295C9B"/>
    <w:rsid w:val="002A01A3"/>
    <w:rsid w:val="002A1C41"/>
    <w:rsid w:val="002A22AD"/>
    <w:rsid w:val="002A251C"/>
    <w:rsid w:val="002B05F3"/>
    <w:rsid w:val="002B3D95"/>
    <w:rsid w:val="002C2AB2"/>
    <w:rsid w:val="002D316E"/>
    <w:rsid w:val="002E33E1"/>
    <w:rsid w:val="002E6688"/>
    <w:rsid w:val="002F23C2"/>
    <w:rsid w:val="002F4C07"/>
    <w:rsid w:val="00301E6C"/>
    <w:rsid w:val="00326571"/>
    <w:rsid w:val="003352A3"/>
    <w:rsid w:val="003507FB"/>
    <w:rsid w:val="003849C7"/>
    <w:rsid w:val="00391B43"/>
    <w:rsid w:val="00393BC1"/>
    <w:rsid w:val="003A3D3D"/>
    <w:rsid w:val="003A54D3"/>
    <w:rsid w:val="003A7092"/>
    <w:rsid w:val="003D44E8"/>
    <w:rsid w:val="00403311"/>
    <w:rsid w:val="00404850"/>
    <w:rsid w:val="00413DB2"/>
    <w:rsid w:val="00417FA7"/>
    <w:rsid w:val="0042415A"/>
    <w:rsid w:val="0043261D"/>
    <w:rsid w:val="00440999"/>
    <w:rsid w:val="004426F6"/>
    <w:rsid w:val="00444860"/>
    <w:rsid w:val="0045679C"/>
    <w:rsid w:val="00480429"/>
    <w:rsid w:val="00482FF5"/>
    <w:rsid w:val="00490B00"/>
    <w:rsid w:val="004A0A1C"/>
    <w:rsid w:val="004B3700"/>
    <w:rsid w:val="004B7B17"/>
    <w:rsid w:val="004C0837"/>
    <w:rsid w:val="004C7CBF"/>
    <w:rsid w:val="004D27F1"/>
    <w:rsid w:val="004E5B64"/>
    <w:rsid w:val="004E7818"/>
    <w:rsid w:val="004F3000"/>
    <w:rsid w:val="004F5928"/>
    <w:rsid w:val="00503448"/>
    <w:rsid w:val="00510BC9"/>
    <w:rsid w:val="00515E94"/>
    <w:rsid w:val="00547CC8"/>
    <w:rsid w:val="005636A9"/>
    <w:rsid w:val="00565B35"/>
    <w:rsid w:val="0057088E"/>
    <w:rsid w:val="00582A88"/>
    <w:rsid w:val="005849DF"/>
    <w:rsid w:val="0058627B"/>
    <w:rsid w:val="00595D86"/>
    <w:rsid w:val="00596E95"/>
    <w:rsid w:val="005D0E10"/>
    <w:rsid w:val="005D6324"/>
    <w:rsid w:val="005D72B4"/>
    <w:rsid w:val="005D7B87"/>
    <w:rsid w:val="005E08DD"/>
    <w:rsid w:val="005E19E3"/>
    <w:rsid w:val="005E48B5"/>
    <w:rsid w:val="005E4FBE"/>
    <w:rsid w:val="005F5773"/>
    <w:rsid w:val="006020FE"/>
    <w:rsid w:val="00605D07"/>
    <w:rsid w:val="00622634"/>
    <w:rsid w:val="00633005"/>
    <w:rsid w:val="006376A1"/>
    <w:rsid w:val="00643600"/>
    <w:rsid w:val="006462B6"/>
    <w:rsid w:val="006528A6"/>
    <w:rsid w:val="00663F61"/>
    <w:rsid w:val="006767CF"/>
    <w:rsid w:val="00682749"/>
    <w:rsid w:val="006869A4"/>
    <w:rsid w:val="00692E7B"/>
    <w:rsid w:val="006A7375"/>
    <w:rsid w:val="006A7C6E"/>
    <w:rsid w:val="006B60EE"/>
    <w:rsid w:val="006B75F3"/>
    <w:rsid w:val="006C133C"/>
    <w:rsid w:val="006C5245"/>
    <w:rsid w:val="006D1FD3"/>
    <w:rsid w:val="006E6A95"/>
    <w:rsid w:val="007035AB"/>
    <w:rsid w:val="007229C4"/>
    <w:rsid w:val="00725FAC"/>
    <w:rsid w:val="0073091B"/>
    <w:rsid w:val="00746138"/>
    <w:rsid w:val="00755EEB"/>
    <w:rsid w:val="0076161E"/>
    <w:rsid w:val="0076653C"/>
    <w:rsid w:val="007728B3"/>
    <w:rsid w:val="00782C27"/>
    <w:rsid w:val="00795A8F"/>
    <w:rsid w:val="007A2523"/>
    <w:rsid w:val="007A26FC"/>
    <w:rsid w:val="007A3149"/>
    <w:rsid w:val="007B23CD"/>
    <w:rsid w:val="007B633F"/>
    <w:rsid w:val="007C1C77"/>
    <w:rsid w:val="007C2624"/>
    <w:rsid w:val="007D4AA6"/>
    <w:rsid w:val="007E140C"/>
    <w:rsid w:val="007E2E03"/>
    <w:rsid w:val="007E6177"/>
    <w:rsid w:val="007E65FD"/>
    <w:rsid w:val="007E6C79"/>
    <w:rsid w:val="00807A2D"/>
    <w:rsid w:val="008117E5"/>
    <w:rsid w:val="008563E6"/>
    <w:rsid w:val="00865867"/>
    <w:rsid w:val="00867199"/>
    <w:rsid w:val="00867943"/>
    <w:rsid w:val="00883278"/>
    <w:rsid w:val="008838C8"/>
    <w:rsid w:val="00886E2F"/>
    <w:rsid w:val="008A170F"/>
    <w:rsid w:val="008C3A9C"/>
    <w:rsid w:val="008C5E68"/>
    <w:rsid w:val="008D0BF7"/>
    <w:rsid w:val="008D2C39"/>
    <w:rsid w:val="008E3A03"/>
    <w:rsid w:val="008F10AA"/>
    <w:rsid w:val="008F6F16"/>
    <w:rsid w:val="0090359C"/>
    <w:rsid w:val="00905A15"/>
    <w:rsid w:val="00905F49"/>
    <w:rsid w:val="00914550"/>
    <w:rsid w:val="009172A5"/>
    <w:rsid w:val="00927325"/>
    <w:rsid w:val="009346C4"/>
    <w:rsid w:val="00941700"/>
    <w:rsid w:val="0094786B"/>
    <w:rsid w:val="00952549"/>
    <w:rsid w:val="00965237"/>
    <w:rsid w:val="00971EA2"/>
    <w:rsid w:val="00977A23"/>
    <w:rsid w:val="00987F33"/>
    <w:rsid w:val="00991A6A"/>
    <w:rsid w:val="009942A5"/>
    <w:rsid w:val="009A78AA"/>
    <w:rsid w:val="009B7BFC"/>
    <w:rsid w:val="009C152F"/>
    <w:rsid w:val="009D1945"/>
    <w:rsid w:val="009D2523"/>
    <w:rsid w:val="009D4AF0"/>
    <w:rsid w:val="009F05E4"/>
    <w:rsid w:val="009F1F7D"/>
    <w:rsid w:val="009F54AF"/>
    <w:rsid w:val="009F5896"/>
    <w:rsid w:val="00A07278"/>
    <w:rsid w:val="00A10F0D"/>
    <w:rsid w:val="00A16E32"/>
    <w:rsid w:val="00A34CB1"/>
    <w:rsid w:val="00A34EC7"/>
    <w:rsid w:val="00A36848"/>
    <w:rsid w:val="00A36BD0"/>
    <w:rsid w:val="00A3708F"/>
    <w:rsid w:val="00A76C10"/>
    <w:rsid w:val="00A83F85"/>
    <w:rsid w:val="00A84ED5"/>
    <w:rsid w:val="00A907D4"/>
    <w:rsid w:val="00A91E55"/>
    <w:rsid w:val="00AA6560"/>
    <w:rsid w:val="00AB1AFA"/>
    <w:rsid w:val="00AB7464"/>
    <w:rsid w:val="00AC51D9"/>
    <w:rsid w:val="00AD1651"/>
    <w:rsid w:val="00AD2752"/>
    <w:rsid w:val="00AD31FE"/>
    <w:rsid w:val="00AD3309"/>
    <w:rsid w:val="00AD3821"/>
    <w:rsid w:val="00AE4946"/>
    <w:rsid w:val="00AE6D1B"/>
    <w:rsid w:val="00AE784F"/>
    <w:rsid w:val="00AF5361"/>
    <w:rsid w:val="00AF74AD"/>
    <w:rsid w:val="00B0489B"/>
    <w:rsid w:val="00B25450"/>
    <w:rsid w:val="00B32E99"/>
    <w:rsid w:val="00B37F0B"/>
    <w:rsid w:val="00B47F84"/>
    <w:rsid w:val="00B50BA9"/>
    <w:rsid w:val="00B53E19"/>
    <w:rsid w:val="00B658EA"/>
    <w:rsid w:val="00B6636C"/>
    <w:rsid w:val="00B67715"/>
    <w:rsid w:val="00B72163"/>
    <w:rsid w:val="00B72E95"/>
    <w:rsid w:val="00B77B93"/>
    <w:rsid w:val="00B80D90"/>
    <w:rsid w:val="00B81271"/>
    <w:rsid w:val="00B81A60"/>
    <w:rsid w:val="00B86496"/>
    <w:rsid w:val="00B9206A"/>
    <w:rsid w:val="00B94C16"/>
    <w:rsid w:val="00B9741B"/>
    <w:rsid w:val="00B97D2E"/>
    <w:rsid w:val="00BB1BFE"/>
    <w:rsid w:val="00BB1C99"/>
    <w:rsid w:val="00BD107D"/>
    <w:rsid w:val="00BD64B7"/>
    <w:rsid w:val="00BE16B4"/>
    <w:rsid w:val="00BE5475"/>
    <w:rsid w:val="00BF13E1"/>
    <w:rsid w:val="00C02C68"/>
    <w:rsid w:val="00C06A6C"/>
    <w:rsid w:val="00C11749"/>
    <w:rsid w:val="00C11C6D"/>
    <w:rsid w:val="00C154E7"/>
    <w:rsid w:val="00C33846"/>
    <w:rsid w:val="00C4625C"/>
    <w:rsid w:val="00C46923"/>
    <w:rsid w:val="00C50B55"/>
    <w:rsid w:val="00C55750"/>
    <w:rsid w:val="00C63027"/>
    <w:rsid w:val="00C741F0"/>
    <w:rsid w:val="00C74563"/>
    <w:rsid w:val="00C7736E"/>
    <w:rsid w:val="00C77AC6"/>
    <w:rsid w:val="00C87E0D"/>
    <w:rsid w:val="00CA441C"/>
    <w:rsid w:val="00CA7D23"/>
    <w:rsid w:val="00CC3289"/>
    <w:rsid w:val="00CC6868"/>
    <w:rsid w:val="00CD1B7E"/>
    <w:rsid w:val="00CD21F3"/>
    <w:rsid w:val="00CD2E48"/>
    <w:rsid w:val="00CD682C"/>
    <w:rsid w:val="00CE5F27"/>
    <w:rsid w:val="00CF3E76"/>
    <w:rsid w:val="00CF7052"/>
    <w:rsid w:val="00D01044"/>
    <w:rsid w:val="00D101CA"/>
    <w:rsid w:val="00D166FC"/>
    <w:rsid w:val="00D16882"/>
    <w:rsid w:val="00D27346"/>
    <w:rsid w:val="00D542C1"/>
    <w:rsid w:val="00D56056"/>
    <w:rsid w:val="00D56E11"/>
    <w:rsid w:val="00D570D0"/>
    <w:rsid w:val="00D74E81"/>
    <w:rsid w:val="00DA0CAE"/>
    <w:rsid w:val="00DA53C4"/>
    <w:rsid w:val="00DB445F"/>
    <w:rsid w:val="00DC4A5F"/>
    <w:rsid w:val="00DD5608"/>
    <w:rsid w:val="00DE4511"/>
    <w:rsid w:val="00DF1341"/>
    <w:rsid w:val="00DF54C0"/>
    <w:rsid w:val="00E015BC"/>
    <w:rsid w:val="00E027FB"/>
    <w:rsid w:val="00E07E8E"/>
    <w:rsid w:val="00E337DF"/>
    <w:rsid w:val="00E53290"/>
    <w:rsid w:val="00E6054A"/>
    <w:rsid w:val="00E671AB"/>
    <w:rsid w:val="00E716A6"/>
    <w:rsid w:val="00E734EE"/>
    <w:rsid w:val="00E80CE5"/>
    <w:rsid w:val="00E83471"/>
    <w:rsid w:val="00EA0A39"/>
    <w:rsid w:val="00EA3783"/>
    <w:rsid w:val="00EB24F2"/>
    <w:rsid w:val="00ED160F"/>
    <w:rsid w:val="00EE2140"/>
    <w:rsid w:val="00EE4EF5"/>
    <w:rsid w:val="00EE52C7"/>
    <w:rsid w:val="00F00BC3"/>
    <w:rsid w:val="00F310B1"/>
    <w:rsid w:val="00F34456"/>
    <w:rsid w:val="00F34E7F"/>
    <w:rsid w:val="00F372C9"/>
    <w:rsid w:val="00F4058E"/>
    <w:rsid w:val="00F56313"/>
    <w:rsid w:val="00F67EDC"/>
    <w:rsid w:val="00F71B74"/>
    <w:rsid w:val="00F82A4D"/>
    <w:rsid w:val="00F84909"/>
    <w:rsid w:val="00FC73A9"/>
    <w:rsid w:val="00FD2D47"/>
    <w:rsid w:val="00FD5B84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1FD3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71EA2"/>
    <w:pPr>
      <w:keepNext/>
      <w:widowControl w:val="0"/>
      <w:spacing w:before="240" w:after="120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"/>
    <w:basedOn w:val="Normalny"/>
    <w:link w:val="TekstpodstawowyZnak"/>
    <w:rsid w:val="00C4625C"/>
    <w:pPr>
      <w:widowControl w:val="0"/>
      <w:spacing w:before="240"/>
    </w:pPr>
    <w:rPr>
      <w:rFonts w:ascii="Arial" w:hAnsi="Arial"/>
      <w:szCs w:val="20"/>
    </w:rPr>
  </w:style>
  <w:style w:type="character" w:customStyle="1" w:styleId="TekstpodstawowyZnak">
    <w:name w:val="Tekst podstawowy Znak"/>
    <w:aliases w:val="Znak Znak"/>
    <w:link w:val="Tekstpodstawowy"/>
    <w:locked/>
    <w:rsid w:val="00C4625C"/>
    <w:rPr>
      <w:rFonts w:ascii="Arial" w:hAnsi="Arial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DC4A5F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Tekstpodstawowy"/>
    <w:rsid w:val="001C0E81"/>
    <w:pPr>
      <w:spacing w:before="120" w:line="360" w:lineRule="auto"/>
      <w:jc w:val="center"/>
    </w:pPr>
    <w:rPr>
      <w:b/>
    </w:rPr>
  </w:style>
  <w:style w:type="character" w:customStyle="1" w:styleId="Nagwek2Znak">
    <w:name w:val="Nagłówek 2 Znak"/>
    <w:link w:val="Nagwek2"/>
    <w:rsid w:val="00971EA2"/>
    <w:rPr>
      <w:rFonts w:ascii="Arial" w:hAnsi="Arial"/>
      <w:b/>
      <w:sz w:val="28"/>
      <w:lang w:eastAsia="pl-PL" w:bidi="ar-SA"/>
    </w:rPr>
  </w:style>
  <w:style w:type="paragraph" w:styleId="Tekstpodstawowy3">
    <w:name w:val="Body Text 3"/>
    <w:basedOn w:val="Normalny"/>
    <w:link w:val="Tekstpodstawowy3Znak"/>
    <w:rsid w:val="00971E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71EA2"/>
    <w:rPr>
      <w:sz w:val="16"/>
      <w:szCs w:val="16"/>
      <w:lang w:eastAsia="pl-PL" w:bidi="ar-SA"/>
    </w:rPr>
  </w:style>
  <w:style w:type="character" w:styleId="Odwoanieprzypisudolnego">
    <w:name w:val="footnote reference"/>
    <w:semiHidden/>
    <w:rsid w:val="00971EA2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971EA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71EA2"/>
    <w:rPr>
      <w:lang w:bidi="ar-SA"/>
    </w:rPr>
  </w:style>
  <w:style w:type="paragraph" w:styleId="Tekstpodstawowywcity">
    <w:name w:val="Body Text Indent"/>
    <w:basedOn w:val="Normalny"/>
    <w:rsid w:val="00971EA2"/>
    <w:pPr>
      <w:spacing w:after="120"/>
      <w:ind w:left="283"/>
    </w:pPr>
  </w:style>
  <w:style w:type="paragraph" w:styleId="Tytu">
    <w:name w:val="Title"/>
    <w:basedOn w:val="Normalny"/>
    <w:qFormat/>
    <w:rsid w:val="00971EA2"/>
    <w:pPr>
      <w:jc w:val="center"/>
    </w:pPr>
    <w:rPr>
      <w:sz w:val="28"/>
      <w:szCs w:val="20"/>
    </w:rPr>
  </w:style>
  <w:style w:type="paragraph" w:styleId="Akapitzlist">
    <w:name w:val="List Paragraph"/>
    <w:basedOn w:val="Normalny"/>
    <w:qFormat/>
    <w:rsid w:val="000C50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web2"/>
    <w:basedOn w:val="Normalny"/>
    <w:rsid w:val="00F56313"/>
    <w:pPr>
      <w:spacing w:after="120"/>
    </w:pPr>
  </w:style>
  <w:style w:type="character" w:styleId="Odwoaniedokomentarza">
    <w:name w:val="annotation reference"/>
    <w:rsid w:val="007A31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31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3149"/>
  </w:style>
  <w:style w:type="paragraph" w:styleId="Tematkomentarza">
    <w:name w:val="annotation subject"/>
    <w:basedOn w:val="Tekstkomentarza"/>
    <w:next w:val="Tekstkomentarza"/>
    <w:link w:val="TematkomentarzaZnak"/>
    <w:rsid w:val="007A3149"/>
    <w:rPr>
      <w:b/>
      <w:bCs/>
    </w:rPr>
  </w:style>
  <w:style w:type="character" w:customStyle="1" w:styleId="TematkomentarzaZnak">
    <w:name w:val="Temat komentarza Znak"/>
    <w:link w:val="Tematkomentarza"/>
    <w:rsid w:val="007A3149"/>
    <w:rPr>
      <w:b/>
      <w:bCs/>
    </w:rPr>
  </w:style>
  <w:style w:type="paragraph" w:styleId="Mapadokumentu">
    <w:name w:val="Document Map"/>
    <w:basedOn w:val="Normalny"/>
    <w:semiHidden/>
    <w:rsid w:val="00C7456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63F6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3F61"/>
  </w:style>
  <w:style w:type="paragraph" w:styleId="Nagwek">
    <w:name w:val="header"/>
    <w:basedOn w:val="Normalny"/>
    <w:rsid w:val="00663F61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aliases w:val="Znak Char"/>
    <w:locked/>
    <w:rsid w:val="00F4058E"/>
    <w:rPr>
      <w:rFonts w:ascii="Arial" w:hAnsi="Arial" w:cs="Times New Roman"/>
      <w:sz w:val="24"/>
      <w:lang w:val="pl-PL" w:eastAsia="pl-PL" w:bidi="ar-SA"/>
    </w:rPr>
  </w:style>
  <w:style w:type="paragraph" w:customStyle="1" w:styleId="NormalnyWeb20">
    <w:name w:val="Normalny (Web)2"/>
    <w:basedOn w:val="Normalny"/>
    <w:rsid w:val="000B4FDA"/>
    <w:pPr>
      <w:spacing w:after="120"/>
    </w:pPr>
  </w:style>
  <w:style w:type="paragraph" w:customStyle="1" w:styleId="wysrodkowany">
    <w:name w:val="wysrodkowany"/>
    <w:basedOn w:val="Normalny"/>
    <w:rsid w:val="00AE6D1B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E6D1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AE6D1B"/>
  </w:style>
  <w:style w:type="character" w:customStyle="1" w:styleId="StopkaZnak">
    <w:name w:val="Stopka Znak"/>
    <w:basedOn w:val="Domylnaczcionkaakapitu"/>
    <w:link w:val="Stopka"/>
    <w:uiPriority w:val="99"/>
    <w:rsid w:val="00905A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1FD3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71EA2"/>
    <w:pPr>
      <w:keepNext/>
      <w:widowControl w:val="0"/>
      <w:spacing w:before="240" w:after="120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"/>
    <w:basedOn w:val="Normalny"/>
    <w:link w:val="TekstpodstawowyZnak"/>
    <w:rsid w:val="00C4625C"/>
    <w:pPr>
      <w:widowControl w:val="0"/>
      <w:spacing w:before="240"/>
    </w:pPr>
    <w:rPr>
      <w:rFonts w:ascii="Arial" w:hAnsi="Arial"/>
      <w:szCs w:val="20"/>
    </w:rPr>
  </w:style>
  <w:style w:type="character" w:customStyle="1" w:styleId="TekstpodstawowyZnak">
    <w:name w:val="Tekst podstawowy Znak"/>
    <w:aliases w:val="Znak Znak"/>
    <w:link w:val="Tekstpodstawowy"/>
    <w:locked/>
    <w:rsid w:val="00C4625C"/>
    <w:rPr>
      <w:rFonts w:ascii="Arial" w:hAnsi="Arial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DC4A5F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Tekstpodstawowy"/>
    <w:rsid w:val="001C0E81"/>
    <w:pPr>
      <w:spacing w:before="120" w:line="360" w:lineRule="auto"/>
      <w:jc w:val="center"/>
    </w:pPr>
    <w:rPr>
      <w:b/>
    </w:rPr>
  </w:style>
  <w:style w:type="character" w:customStyle="1" w:styleId="Nagwek2Znak">
    <w:name w:val="Nagłówek 2 Znak"/>
    <w:link w:val="Nagwek2"/>
    <w:rsid w:val="00971EA2"/>
    <w:rPr>
      <w:rFonts w:ascii="Arial" w:hAnsi="Arial"/>
      <w:b/>
      <w:sz w:val="28"/>
      <w:lang w:eastAsia="pl-PL" w:bidi="ar-SA"/>
    </w:rPr>
  </w:style>
  <w:style w:type="paragraph" w:styleId="Tekstpodstawowy3">
    <w:name w:val="Body Text 3"/>
    <w:basedOn w:val="Normalny"/>
    <w:link w:val="Tekstpodstawowy3Znak"/>
    <w:rsid w:val="00971E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71EA2"/>
    <w:rPr>
      <w:sz w:val="16"/>
      <w:szCs w:val="16"/>
      <w:lang w:eastAsia="pl-PL" w:bidi="ar-SA"/>
    </w:rPr>
  </w:style>
  <w:style w:type="character" w:styleId="Odwoanieprzypisudolnego">
    <w:name w:val="footnote reference"/>
    <w:semiHidden/>
    <w:rsid w:val="00971EA2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971EA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71EA2"/>
    <w:rPr>
      <w:lang w:bidi="ar-SA"/>
    </w:rPr>
  </w:style>
  <w:style w:type="paragraph" w:styleId="Tekstpodstawowywcity">
    <w:name w:val="Body Text Indent"/>
    <w:basedOn w:val="Normalny"/>
    <w:rsid w:val="00971EA2"/>
    <w:pPr>
      <w:spacing w:after="120"/>
      <w:ind w:left="283"/>
    </w:pPr>
  </w:style>
  <w:style w:type="paragraph" w:styleId="Tytu">
    <w:name w:val="Title"/>
    <w:basedOn w:val="Normalny"/>
    <w:qFormat/>
    <w:rsid w:val="00971EA2"/>
    <w:pPr>
      <w:jc w:val="center"/>
    </w:pPr>
    <w:rPr>
      <w:sz w:val="28"/>
      <w:szCs w:val="20"/>
    </w:rPr>
  </w:style>
  <w:style w:type="paragraph" w:styleId="Akapitzlist">
    <w:name w:val="List Paragraph"/>
    <w:basedOn w:val="Normalny"/>
    <w:qFormat/>
    <w:rsid w:val="000C50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web2"/>
    <w:basedOn w:val="Normalny"/>
    <w:rsid w:val="00F56313"/>
    <w:pPr>
      <w:spacing w:after="120"/>
    </w:pPr>
  </w:style>
  <w:style w:type="character" w:styleId="Odwoaniedokomentarza">
    <w:name w:val="annotation reference"/>
    <w:rsid w:val="007A31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31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3149"/>
  </w:style>
  <w:style w:type="paragraph" w:styleId="Tematkomentarza">
    <w:name w:val="annotation subject"/>
    <w:basedOn w:val="Tekstkomentarza"/>
    <w:next w:val="Tekstkomentarza"/>
    <w:link w:val="TematkomentarzaZnak"/>
    <w:rsid w:val="007A3149"/>
    <w:rPr>
      <w:b/>
      <w:bCs/>
    </w:rPr>
  </w:style>
  <w:style w:type="character" w:customStyle="1" w:styleId="TematkomentarzaZnak">
    <w:name w:val="Temat komentarza Znak"/>
    <w:link w:val="Tematkomentarza"/>
    <w:rsid w:val="007A3149"/>
    <w:rPr>
      <w:b/>
      <w:bCs/>
    </w:rPr>
  </w:style>
  <w:style w:type="paragraph" w:styleId="Mapadokumentu">
    <w:name w:val="Document Map"/>
    <w:basedOn w:val="Normalny"/>
    <w:semiHidden/>
    <w:rsid w:val="00C7456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63F6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3F61"/>
  </w:style>
  <w:style w:type="paragraph" w:styleId="Nagwek">
    <w:name w:val="header"/>
    <w:basedOn w:val="Normalny"/>
    <w:rsid w:val="00663F61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aliases w:val="Znak Char"/>
    <w:locked/>
    <w:rsid w:val="00F4058E"/>
    <w:rPr>
      <w:rFonts w:ascii="Arial" w:hAnsi="Arial" w:cs="Times New Roman"/>
      <w:sz w:val="24"/>
      <w:lang w:val="pl-PL" w:eastAsia="pl-PL" w:bidi="ar-SA"/>
    </w:rPr>
  </w:style>
  <w:style w:type="paragraph" w:customStyle="1" w:styleId="NormalnyWeb20">
    <w:name w:val="Normalny (Web)2"/>
    <w:basedOn w:val="Normalny"/>
    <w:rsid w:val="000B4FDA"/>
    <w:pPr>
      <w:spacing w:after="120"/>
    </w:pPr>
  </w:style>
  <w:style w:type="paragraph" w:customStyle="1" w:styleId="wysrodkowany">
    <w:name w:val="wysrodkowany"/>
    <w:basedOn w:val="Normalny"/>
    <w:rsid w:val="00AE6D1B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E6D1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AE6D1B"/>
  </w:style>
  <w:style w:type="character" w:customStyle="1" w:styleId="StopkaZnak">
    <w:name w:val="Stopka Znak"/>
    <w:basedOn w:val="Domylnaczcionkaakapitu"/>
    <w:link w:val="Stopka"/>
    <w:uiPriority w:val="99"/>
    <w:rsid w:val="00905A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9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5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2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deusz.mirkowski\Desktop\Zarz&#261;dzenie%20zmieniajace%202018%20luty\Zarz%20zm%20POZ%202018-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DF57-5A52-47C3-8B17-9AF66A41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Zarz zm POZ 2018-1</Template>
  <TotalTime>0</TotalTime>
  <Pages>1</Pages>
  <Words>194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Ministerstwo Zdrowia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Mirkowski Tadeusz</dc:creator>
  <cp:lastModifiedBy>Hołubicki Rafał</cp:lastModifiedBy>
  <cp:revision>2</cp:revision>
  <cp:lastPrinted>2018-02-06T11:08:00Z</cp:lastPrinted>
  <dcterms:created xsi:type="dcterms:W3CDTF">2018-02-07T10:00:00Z</dcterms:created>
  <dcterms:modified xsi:type="dcterms:W3CDTF">2018-02-07T10:00:00Z</dcterms:modified>
</cp:coreProperties>
</file>